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2045" w:rsidRPr="004D0DA9" w:rsidRDefault="00447819" w:rsidP="004D0DA9">
      <w:pPr>
        <w:pStyle w:val="Titel"/>
        <w:spacing w:after="0"/>
      </w:pPr>
      <w:bookmarkStart w:id="0" w:name="_GoBack"/>
      <w:bookmarkEnd w:id="0"/>
      <w:r w:rsidRPr="004D0DA9">
        <w:t>Wolfgang Borchert: Das Brot (1946)</w:t>
      </w:r>
    </w:p>
    <w:tbl>
      <w:tblPr>
        <w:tblStyle w:val="Tabellenraster"/>
        <w:tblW w:w="0" w:type="auto"/>
        <w:tblLook w:val="04A0" w:firstRow="1" w:lastRow="0" w:firstColumn="1" w:lastColumn="0" w:noHBand="0" w:noVBand="1"/>
      </w:tblPr>
      <w:tblGrid>
        <w:gridCol w:w="534"/>
        <w:gridCol w:w="9244"/>
      </w:tblGrid>
      <w:tr w:rsidR="00447819" w:rsidRPr="004D0DA9" w:rsidTr="00447819">
        <w:tc>
          <w:tcPr>
            <w:tcW w:w="534" w:type="dxa"/>
          </w:tcPr>
          <w:p w:rsidR="00447819" w:rsidRPr="004D0DA9" w:rsidRDefault="00447819" w:rsidP="00447819">
            <w:pPr>
              <w:rPr>
                <w:lang w:eastAsia="de-DE"/>
              </w:rPr>
            </w:pPr>
          </w:p>
          <w:p w:rsidR="00C93ED9" w:rsidRPr="004D0DA9" w:rsidRDefault="00C93ED9" w:rsidP="00447819">
            <w:pPr>
              <w:rPr>
                <w:lang w:eastAsia="de-DE"/>
              </w:rPr>
            </w:pPr>
          </w:p>
          <w:p w:rsidR="00C93ED9" w:rsidRPr="004D0DA9" w:rsidRDefault="00C93ED9" w:rsidP="00447819">
            <w:pPr>
              <w:rPr>
                <w:lang w:eastAsia="de-DE"/>
              </w:rPr>
            </w:pPr>
          </w:p>
          <w:p w:rsidR="00C93ED9" w:rsidRPr="004D0DA9" w:rsidRDefault="00C93ED9" w:rsidP="00447819">
            <w:pPr>
              <w:rPr>
                <w:lang w:eastAsia="de-DE"/>
              </w:rPr>
            </w:pPr>
          </w:p>
          <w:p w:rsidR="00C93ED9" w:rsidRPr="004D0DA9" w:rsidRDefault="00C93ED9" w:rsidP="00447819">
            <w:pPr>
              <w:rPr>
                <w:lang w:eastAsia="de-DE"/>
              </w:rPr>
            </w:pPr>
            <w:r w:rsidRPr="004D0DA9">
              <w:rPr>
                <w:lang w:eastAsia="de-DE"/>
              </w:rPr>
              <w:t>5</w:t>
            </w:r>
          </w:p>
          <w:p w:rsidR="00C93ED9" w:rsidRPr="004D0DA9" w:rsidRDefault="00C93ED9" w:rsidP="00447819">
            <w:pPr>
              <w:rPr>
                <w:lang w:eastAsia="de-DE"/>
              </w:rPr>
            </w:pPr>
          </w:p>
          <w:p w:rsidR="00C93ED9" w:rsidRPr="004D0DA9" w:rsidRDefault="00C93ED9" w:rsidP="00447819">
            <w:pPr>
              <w:rPr>
                <w:lang w:eastAsia="de-DE"/>
              </w:rPr>
            </w:pPr>
          </w:p>
          <w:p w:rsidR="00C93ED9" w:rsidRPr="004D0DA9" w:rsidRDefault="00C93ED9" w:rsidP="00447819">
            <w:pPr>
              <w:rPr>
                <w:lang w:eastAsia="de-DE"/>
              </w:rPr>
            </w:pPr>
          </w:p>
          <w:p w:rsidR="00C93ED9" w:rsidRPr="004D0DA9" w:rsidRDefault="00C93ED9" w:rsidP="00447819">
            <w:pPr>
              <w:rPr>
                <w:lang w:eastAsia="de-DE"/>
              </w:rPr>
            </w:pPr>
          </w:p>
          <w:p w:rsidR="00C93ED9" w:rsidRPr="004D0DA9" w:rsidRDefault="00C93ED9" w:rsidP="00447819">
            <w:pPr>
              <w:rPr>
                <w:lang w:eastAsia="de-DE"/>
              </w:rPr>
            </w:pPr>
            <w:r w:rsidRPr="004D0DA9">
              <w:rPr>
                <w:lang w:eastAsia="de-DE"/>
              </w:rPr>
              <w:t>10</w:t>
            </w:r>
          </w:p>
          <w:p w:rsidR="00C93ED9" w:rsidRPr="004D0DA9" w:rsidRDefault="00C93ED9" w:rsidP="00447819">
            <w:pPr>
              <w:rPr>
                <w:lang w:eastAsia="de-DE"/>
              </w:rPr>
            </w:pPr>
          </w:p>
          <w:p w:rsidR="00C93ED9" w:rsidRPr="004D0DA9" w:rsidRDefault="00C93ED9" w:rsidP="00447819">
            <w:pPr>
              <w:rPr>
                <w:lang w:eastAsia="de-DE"/>
              </w:rPr>
            </w:pPr>
          </w:p>
          <w:p w:rsidR="00C93ED9" w:rsidRPr="004D0DA9" w:rsidRDefault="00C93ED9" w:rsidP="00447819">
            <w:pPr>
              <w:rPr>
                <w:lang w:eastAsia="de-DE"/>
              </w:rPr>
            </w:pPr>
          </w:p>
          <w:p w:rsidR="00C93ED9" w:rsidRPr="004D0DA9" w:rsidRDefault="00C93ED9" w:rsidP="00447819">
            <w:pPr>
              <w:rPr>
                <w:lang w:eastAsia="de-DE"/>
              </w:rPr>
            </w:pPr>
          </w:p>
          <w:p w:rsidR="00C93ED9" w:rsidRPr="004D0DA9" w:rsidRDefault="00C93ED9" w:rsidP="00447819">
            <w:pPr>
              <w:rPr>
                <w:lang w:eastAsia="de-DE"/>
              </w:rPr>
            </w:pPr>
            <w:r w:rsidRPr="004D0DA9">
              <w:rPr>
                <w:lang w:eastAsia="de-DE"/>
              </w:rPr>
              <w:t>15</w:t>
            </w:r>
          </w:p>
          <w:p w:rsidR="00C93ED9" w:rsidRPr="004D0DA9" w:rsidRDefault="00C93ED9" w:rsidP="00447819">
            <w:pPr>
              <w:rPr>
                <w:lang w:eastAsia="de-DE"/>
              </w:rPr>
            </w:pPr>
          </w:p>
          <w:p w:rsidR="00C93ED9" w:rsidRPr="004D0DA9" w:rsidRDefault="00C93ED9" w:rsidP="00447819">
            <w:pPr>
              <w:rPr>
                <w:lang w:eastAsia="de-DE"/>
              </w:rPr>
            </w:pPr>
          </w:p>
          <w:p w:rsidR="00C93ED9" w:rsidRPr="004D0DA9" w:rsidRDefault="00C93ED9" w:rsidP="00447819">
            <w:pPr>
              <w:rPr>
                <w:lang w:eastAsia="de-DE"/>
              </w:rPr>
            </w:pPr>
          </w:p>
          <w:p w:rsidR="00C93ED9" w:rsidRPr="004D0DA9" w:rsidRDefault="00C93ED9" w:rsidP="00447819">
            <w:pPr>
              <w:rPr>
                <w:lang w:eastAsia="de-DE"/>
              </w:rPr>
            </w:pPr>
          </w:p>
          <w:p w:rsidR="00C93ED9" w:rsidRPr="004D0DA9" w:rsidRDefault="00C93ED9" w:rsidP="00447819">
            <w:pPr>
              <w:rPr>
                <w:lang w:eastAsia="de-DE"/>
              </w:rPr>
            </w:pPr>
            <w:r w:rsidRPr="004D0DA9">
              <w:rPr>
                <w:lang w:eastAsia="de-DE"/>
              </w:rPr>
              <w:t>20</w:t>
            </w:r>
          </w:p>
          <w:p w:rsidR="00C93ED9" w:rsidRPr="004D0DA9" w:rsidRDefault="00C93ED9" w:rsidP="00447819">
            <w:pPr>
              <w:rPr>
                <w:lang w:eastAsia="de-DE"/>
              </w:rPr>
            </w:pPr>
          </w:p>
          <w:p w:rsidR="00C93ED9" w:rsidRPr="004D0DA9" w:rsidRDefault="00C93ED9" w:rsidP="00447819">
            <w:pPr>
              <w:rPr>
                <w:lang w:eastAsia="de-DE"/>
              </w:rPr>
            </w:pPr>
          </w:p>
          <w:p w:rsidR="00C93ED9" w:rsidRPr="004D0DA9" w:rsidRDefault="00C93ED9" w:rsidP="00447819">
            <w:pPr>
              <w:rPr>
                <w:lang w:eastAsia="de-DE"/>
              </w:rPr>
            </w:pPr>
          </w:p>
          <w:p w:rsidR="00C93ED9" w:rsidRPr="004D0DA9" w:rsidRDefault="00C93ED9" w:rsidP="00447819">
            <w:pPr>
              <w:rPr>
                <w:lang w:eastAsia="de-DE"/>
              </w:rPr>
            </w:pPr>
          </w:p>
          <w:p w:rsidR="00C93ED9" w:rsidRPr="004D0DA9" w:rsidRDefault="00C93ED9" w:rsidP="00447819">
            <w:pPr>
              <w:rPr>
                <w:lang w:eastAsia="de-DE"/>
              </w:rPr>
            </w:pPr>
            <w:r w:rsidRPr="004D0DA9">
              <w:rPr>
                <w:lang w:eastAsia="de-DE"/>
              </w:rPr>
              <w:t>25</w:t>
            </w:r>
          </w:p>
          <w:p w:rsidR="00C93ED9" w:rsidRPr="004D0DA9" w:rsidRDefault="00C93ED9" w:rsidP="00447819">
            <w:pPr>
              <w:rPr>
                <w:lang w:eastAsia="de-DE"/>
              </w:rPr>
            </w:pPr>
          </w:p>
          <w:p w:rsidR="00C93ED9" w:rsidRPr="004D0DA9" w:rsidRDefault="00C93ED9" w:rsidP="00447819">
            <w:pPr>
              <w:rPr>
                <w:lang w:eastAsia="de-DE"/>
              </w:rPr>
            </w:pPr>
          </w:p>
          <w:p w:rsidR="00C93ED9" w:rsidRPr="004D0DA9" w:rsidRDefault="00C93ED9" w:rsidP="00447819">
            <w:pPr>
              <w:rPr>
                <w:lang w:eastAsia="de-DE"/>
              </w:rPr>
            </w:pPr>
          </w:p>
          <w:p w:rsidR="00C93ED9" w:rsidRPr="004D0DA9" w:rsidRDefault="00C93ED9" w:rsidP="00447819">
            <w:pPr>
              <w:rPr>
                <w:lang w:eastAsia="de-DE"/>
              </w:rPr>
            </w:pPr>
          </w:p>
          <w:p w:rsidR="00C93ED9" w:rsidRPr="004D0DA9" w:rsidRDefault="00C93ED9" w:rsidP="00447819">
            <w:pPr>
              <w:rPr>
                <w:lang w:eastAsia="de-DE"/>
              </w:rPr>
            </w:pPr>
            <w:r w:rsidRPr="004D0DA9">
              <w:rPr>
                <w:lang w:eastAsia="de-DE"/>
              </w:rPr>
              <w:t>30</w:t>
            </w:r>
          </w:p>
          <w:p w:rsidR="00C93ED9" w:rsidRPr="004D0DA9" w:rsidRDefault="00C93ED9" w:rsidP="00447819">
            <w:pPr>
              <w:rPr>
                <w:lang w:eastAsia="de-DE"/>
              </w:rPr>
            </w:pPr>
          </w:p>
          <w:p w:rsidR="00C93ED9" w:rsidRPr="004D0DA9" w:rsidRDefault="00C93ED9" w:rsidP="00447819">
            <w:pPr>
              <w:rPr>
                <w:lang w:eastAsia="de-DE"/>
              </w:rPr>
            </w:pPr>
          </w:p>
          <w:p w:rsidR="00C93ED9" w:rsidRPr="004D0DA9" w:rsidRDefault="00C93ED9" w:rsidP="00447819">
            <w:pPr>
              <w:rPr>
                <w:lang w:eastAsia="de-DE"/>
              </w:rPr>
            </w:pPr>
          </w:p>
          <w:p w:rsidR="00C93ED9" w:rsidRPr="004D0DA9" w:rsidRDefault="00C93ED9" w:rsidP="00447819">
            <w:pPr>
              <w:rPr>
                <w:lang w:eastAsia="de-DE"/>
              </w:rPr>
            </w:pPr>
          </w:p>
          <w:p w:rsidR="00C93ED9" w:rsidRPr="004D0DA9" w:rsidRDefault="00C93ED9" w:rsidP="00447819">
            <w:pPr>
              <w:rPr>
                <w:lang w:eastAsia="de-DE"/>
              </w:rPr>
            </w:pPr>
            <w:r w:rsidRPr="004D0DA9">
              <w:rPr>
                <w:lang w:eastAsia="de-DE"/>
              </w:rPr>
              <w:t>35</w:t>
            </w:r>
          </w:p>
          <w:p w:rsidR="00C93ED9" w:rsidRPr="004D0DA9" w:rsidRDefault="00C93ED9" w:rsidP="00447819">
            <w:pPr>
              <w:rPr>
                <w:lang w:eastAsia="de-DE"/>
              </w:rPr>
            </w:pPr>
          </w:p>
          <w:p w:rsidR="00C93ED9" w:rsidRPr="004D0DA9" w:rsidRDefault="00C93ED9" w:rsidP="00447819">
            <w:pPr>
              <w:rPr>
                <w:lang w:eastAsia="de-DE"/>
              </w:rPr>
            </w:pPr>
          </w:p>
          <w:p w:rsidR="00C93ED9" w:rsidRPr="004D0DA9" w:rsidRDefault="00C93ED9" w:rsidP="00447819">
            <w:pPr>
              <w:rPr>
                <w:lang w:eastAsia="de-DE"/>
              </w:rPr>
            </w:pPr>
          </w:p>
          <w:p w:rsidR="00C93ED9" w:rsidRPr="004D0DA9" w:rsidRDefault="00C93ED9" w:rsidP="00447819">
            <w:pPr>
              <w:rPr>
                <w:lang w:eastAsia="de-DE"/>
              </w:rPr>
            </w:pPr>
          </w:p>
          <w:p w:rsidR="00C93ED9" w:rsidRPr="004D0DA9" w:rsidRDefault="00C93ED9" w:rsidP="00447819">
            <w:pPr>
              <w:rPr>
                <w:lang w:eastAsia="de-DE"/>
              </w:rPr>
            </w:pPr>
            <w:r w:rsidRPr="004D0DA9">
              <w:rPr>
                <w:lang w:eastAsia="de-DE"/>
              </w:rPr>
              <w:t>40</w:t>
            </w:r>
          </w:p>
          <w:p w:rsidR="00C93ED9" w:rsidRPr="004D0DA9" w:rsidRDefault="00C93ED9" w:rsidP="00447819">
            <w:pPr>
              <w:rPr>
                <w:lang w:eastAsia="de-DE"/>
              </w:rPr>
            </w:pPr>
          </w:p>
          <w:p w:rsidR="00C93ED9" w:rsidRPr="004D0DA9" w:rsidRDefault="00C93ED9" w:rsidP="00447819">
            <w:pPr>
              <w:rPr>
                <w:lang w:eastAsia="de-DE"/>
              </w:rPr>
            </w:pPr>
          </w:p>
          <w:p w:rsidR="00C93ED9" w:rsidRPr="004D0DA9" w:rsidRDefault="00C93ED9" w:rsidP="00447819">
            <w:pPr>
              <w:rPr>
                <w:lang w:eastAsia="de-DE"/>
              </w:rPr>
            </w:pPr>
          </w:p>
          <w:p w:rsidR="00C93ED9" w:rsidRPr="004D0DA9" w:rsidRDefault="00C93ED9" w:rsidP="00447819">
            <w:pPr>
              <w:rPr>
                <w:lang w:eastAsia="de-DE"/>
              </w:rPr>
            </w:pPr>
          </w:p>
          <w:p w:rsidR="00C93ED9" w:rsidRPr="004D0DA9" w:rsidRDefault="00C93ED9" w:rsidP="00447819">
            <w:pPr>
              <w:rPr>
                <w:lang w:eastAsia="de-DE"/>
              </w:rPr>
            </w:pPr>
            <w:r w:rsidRPr="004D0DA9">
              <w:rPr>
                <w:lang w:eastAsia="de-DE"/>
              </w:rPr>
              <w:t>45</w:t>
            </w:r>
          </w:p>
          <w:p w:rsidR="00C93ED9" w:rsidRPr="004D0DA9" w:rsidRDefault="00C93ED9" w:rsidP="00447819">
            <w:pPr>
              <w:rPr>
                <w:lang w:eastAsia="de-DE"/>
              </w:rPr>
            </w:pPr>
          </w:p>
          <w:p w:rsidR="00C93ED9" w:rsidRPr="004D0DA9" w:rsidRDefault="00C93ED9" w:rsidP="00447819">
            <w:pPr>
              <w:rPr>
                <w:lang w:eastAsia="de-DE"/>
              </w:rPr>
            </w:pPr>
          </w:p>
          <w:p w:rsidR="00C93ED9" w:rsidRPr="004D0DA9" w:rsidRDefault="00C93ED9" w:rsidP="00447819">
            <w:pPr>
              <w:rPr>
                <w:lang w:eastAsia="de-DE"/>
              </w:rPr>
            </w:pPr>
          </w:p>
          <w:p w:rsidR="00C93ED9" w:rsidRPr="004D0DA9" w:rsidRDefault="00C93ED9" w:rsidP="00447819">
            <w:pPr>
              <w:rPr>
                <w:lang w:eastAsia="de-DE"/>
              </w:rPr>
            </w:pPr>
          </w:p>
          <w:p w:rsidR="00C93ED9" w:rsidRPr="004D0DA9" w:rsidRDefault="00C93ED9" w:rsidP="00447819">
            <w:pPr>
              <w:rPr>
                <w:lang w:eastAsia="de-DE"/>
              </w:rPr>
            </w:pPr>
            <w:r w:rsidRPr="004D0DA9">
              <w:rPr>
                <w:lang w:eastAsia="de-DE"/>
              </w:rPr>
              <w:t>50</w:t>
            </w:r>
          </w:p>
        </w:tc>
        <w:tc>
          <w:tcPr>
            <w:tcW w:w="9244" w:type="dxa"/>
          </w:tcPr>
          <w:p w:rsidR="00447819" w:rsidRPr="004D0DA9" w:rsidRDefault="00447819" w:rsidP="00447819">
            <w:pPr>
              <w:rPr>
                <w:lang w:eastAsia="de-DE"/>
              </w:rPr>
            </w:pPr>
            <w:r w:rsidRPr="004D0DA9">
              <w:rPr>
                <w:lang w:eastAsia="de-DE"/>
              </w:rPr>
              <w:t xml:space="preserve">Plötzlich wachte sie auf. Es war halb </w:t>
            </w:r>
            <w:r w:rsidR="0020219D" w:rsidRPr="004D0DA9">
              <w:rPr>
                <w:lang w:eastAsia="de-DE"/>
              </w:rPr>
              <w:t>drei. Sie überlegte, warum sie a</w:t>
            </w:r>
            <w:r w:rsidRPr="004D0DA9">
              <w:rPr>
                <w:lang w:eastAsia="de-DE"/>
              </w:rPr>
              <w:t>ufgewacht war.</w:t>
            </w:r>
            <w:r w:rsidR="0020219D" w:rsidRPr="004D0DA9">
              <w:rPr>
                <w:lang w:eastAsia="de-DE"/>
              </w:rPr>
              <w:t xml:space="preserve"> Ach so! In der Küche hatte jemand gegen einen Stuhl gestoßen. Sie horchte nach der Küche. Es war still. Es war zu still und als sie mit der Hand über das Bett neben ihr fuhr, fand sie es leer. Das </w:t>
            </w:r>
            <w:proofErr w:type="spellStart"/>
            <w:r w:rsidR="0020219D" w:rsidRPr="004D0DA9">
              <w:rPr>
                <w:lang w:eastAsia="de-DE"/>
              </w:rPr>
              <w:t>was</w:t>
            </w:r>
            <w:proofErr w:type="spellEnd"/>
            <w:r w:rsidR="0020219D" w:rsidRPr="004D0DA9">
              <w:rPr>
                <w:lang w:eastAsia="de-DE"/>
              </w:rPr>
              <w:t xml:space="preserve"> es, was es so besonders still gemacht hatte: sein Atem fehlte. Sie stand auf und tappte durch die dunkle Wohnung zur Küche. In der Küche trafen sie sich. Die Uhr war halb drei. Sie sah etwas Weißes am Küche</w:t>
            </w:r>
            <w:r w:rsidR="0020219D" w:rsidRPr="004D0DA9">
              <w:rPr>
                <w:lang w:eastAsia="de-DE"/>
              </w:rPr>
              <w:t>n</w:t>
            </w:r>
            <w:r w:rsidR="0020219D" w:rsidRPr="004D0DA9">
              <w:rPr>
                <w:lang w:eastAsia="de-DE"/>
              </w:rPr>
              <w:t>schrank stehen. Sie machte Licht. Sie standen sich im Hemd gegenüber. Nachts. Um halb drei. In der Küche.</w:t>
            </w:r>
          </w:p>
          <w:p w:rsidR="0020219D" w:rsidRPr="004D0DA9" w:rsidRDefault="0020219D" w:rsidP="00447819">
            <w:pPr>
              <w:rPr>
                <w:lang w:eastAsia="de-DE"/>
              </w:rPr>
            </w:pPr>
            <w:r w:rsidRPr="004D0DA9">
              <w:rPr>
                <w:lang w:eastAsia="de-DE"/>
              </w:rPr>
              <w:t xml:space="preserve">Auf dem Küchentisch stand der Brotteller. Sie sah, </w:t>
            </w:r>
            <w:proofErr w:type="spellStart"/>
            <w:r w:rsidRPr="004D0DA9">
              <w:rPr>
                <w:lang w:eastAsia="de-DE"/>
              </w:rPr>
              <w:t>daß</w:t>
            </w:r>
            <w:proofErr w:type="spellEnd"/>
            <w:r w:rsidRPr="004D0DA9">
              <w:rPr>
                <w:lang w:eastAsia="de-DE"/>
              </w:rPr>
              <w:t xml:space="preserve"> er sich Brot abgeschnitten hatte. Das Messer lag noch neben dem Teller. Und auf der Decke lagen Brotkrümel. Wenn sie </w:t>
            </w:r>
            <w:r w:rsidR="00D74012" w:rsidRPr="004D0DA9">
              <w:rPr>
                <w:lang w:eastAsia="de-DE"/>
              </w:rPr>
              <w:t>a</w:t>
            </w:r>
            <w:r w:rsidRPr="004D0DA9">
              <w:rPr>
                <w:lang w:eastAsia="de-DE"/>
              </w:rPr>
              <w:t>bends zu Bett gingen, machte sie immer das Tischtuch sauber. Jeden Abend. Aber nun lagen Krümel auf dem Tuch. Und das Messer lag da. Sie fühlte, wie die Kälte der Fliesen langsam an ihr hochkroch. Und sie sah von dem Teller weg.</w:t>
            </w:r>
          </w:p>
          <w:p w:rsidR="0020219D" w:rsidRPr="004D0DA9" w:rsidRDefault="0020219D" w:rsidP="00447819">
            <w:pPr>
              <w:rPr>
                <w:lang w:eastAsia="de-DE"/>
              </w:rPr>
            </w:pPr>
            <w:r w:rsidRPr="004D0DA9">
              <w:rPr>
                <w:lang w:eastAsia="de-DE"/>
              </w:rPr>
              <w:t>„Ich dachte, hier wär was“, sagte er und sah in der Küche umher. „Ich habe auch was gehört“, an</w:t>
            </w:r>
            <w:r w:rsidRPr="004D0DA9">
              <w:rPr>
                <w:lang w:eastAsia="de-DE"/>
              </w:rPr>
              <w:t>t</w:t>
            </w:r>
            <w:r w:rsidRPr="004D0DA9">
              <w:rPr>
                <w:lang w:eastAsia="de-DE"/>
              </w:rPr>
              <w:t xml:space="preserve">wortete sie und dabei fand sie, </w:t>
            </w:r>
            <w:proofErr w:type="spellStart"/>
            <w:r w:rsidRPr="004D0DA9">
              <w:rPr>
                <w:lang w:eastAsia="de-DE"/>
              </w:rPr>
              <w:t>daß</w:t>
            </w:r>
            <w:proofErr w:type="spellEnd"/>
            <w:r w:rsidRPr="004D0DA9">
              <w:rPr>
                <w:lang w:eastAsia="de-DE"/>
              </w:rPr>
              <w:t xml:space="preserve"> er nachts im Hemd doch schon recht alt aussah. So alt wie er war. Dreiundsechzig. Tagsüber sah er manchmal jünger aus. Sie sieht doch schon alt aus. Aber das liegt vielleicht an den Haaren. Bei den Frauen </w:t>
            </w:r>
            <w:r w:rsidR="00813D3E" w:rsidRPr="004D0DA9">
              <w:rPr>
                <w:lang w:eastAsia="de-DE"/>
              </w:rPr>
              <w:t>liegt das nachts immer an den Haaren. Die machen dann auf einmal so alt.</w:t>
            </w:r>
          </w:p>
          <w:p w:rsidR="00813D3E" w:rsidRPr="004D0DA9" w:rsidRDefault="00813D3E" w:rsidP="00447819">
            <w:pPr>
              <w:rPr>
                <w:lang w:eastAsia="de-DE"/>
              </w:rPr>
            </w:pPr>
            <w:r w:rsidRPr="004D0DA9">
              <w:rPr>
                <w:lang w:eastAsia="de-DE"/>
              </w:rPr>
              <w:t>„Du hättest Schuhe anziehen sollen. So barfuß auf den kalten Fliesen. Du erkältest dich noch.“</w:t>
            </w:r>
          </w:p>
          <w:p w:rsidR="00813D3E" w:rsidRPr="004D0DA9" w:rsidRDefault="00813D3E" w:rsidP="00447819">
            <w:pPr>
              <w:rPr>
                <w:lang w:eastAsia="de-DE"/>
              </w:rPr>
            </w:pPr>
            <w:r w:rsidRPr="004D0DA9">
              <w:rPr>
                <w:lang w:eastAsia="de-DE"/>
              </w:rPr>
              <w:t xml:space="preserve">Sie sah ihn nicht an, weil sie nicht ertragen konnte, </w:t>
            </w:r>
            <w:proofErr w:type="spellStart"/>
            <w:r w:rsidRPr="004D0DA9">
              <w:rPr>
                <w:lang w:eastAsia="de-DE"/>
              </w:rPr>
              <w:t>daß</w:t>
            </w:r>
            <w:proofErr w:type="spellEnd"/>
            <w:r w:rsidRPr="004D0DA9">
              <w:rPr>
                <w:lang w:eastAsia="de-DE"/>
              </w:rPr>
              <w:t xml:space="preserve"> er log. </w:t>
            </w:r>
            <w:proofErr w:type="spellStart"/>
            <w:r w:rsidRPr="004D0DA9">
              <w:rPr>
                <w:lang w:eastAsia="de-DE"/>
              </w:rPr>
              <w:t>Daß</w:t>
            </w:r>
            <w:proofErr w:type="spellEnd"/>
            <w:r w:rsidRPr="004D0DA9">
              <w:rPr>
                <w:lang w:eastAsia="de-DE"/>
              </w:rPr>
              <w:t xml:space="preserve"> er log, nachdem sie neunun</w:t>
            </w:r>
            <w:r w:rsidRPr="004D0DA9">
              <w:rPr>
                <w:lang w:eastAsia="de-DE"/>
              </w:rPr>
              <w:t>d</w:t>
            </w:r>
            <w:r w:rsidRPr="004D0DA9">
              <w:rPr>
                <w:lang w:eastAsia="de-DE"/>
              </w:rPr>
              <w:t>dreißig Jahre verheiratet waren.</w:t>
            </w:r>
          </w:p>
          <w:p w:rsidR="00813D3E" w:rsidRPr="004D0DA9" w:rsidRDefault="00813D3E" w:rsidP="00447819">
            <w:pPr>
              <w:rPr>
                <w:lang w:eastAsia="de-DE"/>
              </w:rPr>
            </w:pPr>
            <w:r w:rsidRPr="004D0DA9">
              <w:rPr>
                <w:lang w:eastAsia="de-DE"/>
              </w:rPr>
              <w:t>„Ich dachte, hier wäre was“, sagte er noch einmal und sah wieder so sinnlos von einer Ecke in die andere, „ich hörte hier was. Da dachte ich, hier wäre was.“</w:t>
            </w:r>
          </w:p>
          <w:p w:rsidR="00813D3E" w:rsidRPr="004D0DA9" w:rsidRDefault="00813D3E" w:rsidP="00447819">
            <w:pPr>
              <w:rPr>
                <w:lang w:eastAsia="de-DE"/>
              </w:rPr>
            </w:pPr>
            <w:r w:rsidRPr="004D0DA9">
              <w:rPr>
                <w:lang w:eastAsia="de-DE"/>
              </w:rPr>
              <w:t>„Ich hab auch was gehört. Aber es war wohl nichts.“ Sie stellte den Teller vom Tisch und schnippte die Krümel von der Decke. „Nein, es war wohl nichts“, echote er unsicher.</w:t>
            </w:r>
          </w:p>
          <w:p w:rsidR="00813D3E" w:rsidRPr="004D0DA9" w:rsidRDefault="00813D3E" w:rsidP="00447819">
            <w:pPr>
              <w:rPr>
                <w:lang w:eastAsia="de-DE"/>
              </w:rPr>
            </w:pPr>
            <w:r w:rsidRPr="004D0DA9">
              <w:rPr>
                <w:lang w:eastAsia="de-DE"/>
              </w:rPr>
              <w:t>Sie kam ihm zu Hilfe: „Komm man. Das war wohl draußen. Komm man zu Bett. Du erkältest dich noch. Auf den kalten Fliesen.“</w:t>
            </w:r>
          </w:p>
          <w:p w:rsidR="00813D3E" w:rsidRPr="004D0DA9" w:rsidRDefault="00813D3E" w:rsidP="00447819">
            <w:pPr>
              <w:rPr>
                <w:lang w:eastAsia="de-DE"/>
              </w:rPr>
            </w:pPr>
            <w:r w:rsidRPr="004D0DA9">
              <w:rPr>
                <w:lang w:eastAsia="de-DE"/>
              </w:rPr>
              <w:t xml:space="preserve">Er sah zum Fenster hin. „Ja, das </w:t>
            </w:r>
            <w:proofErr w:type="spellStart"/>
            <w:r w:rsidRPr="004D0DA9">
              <w:rPr>
                <w:lang w:eastAsia="de-DE"/>
              </w:rPr>
              <w:t>muß</w:t>
            </w:r>
            <w:proofErr w:type="spellEnd"/>
            <w:r w:rsidRPr="004D0DA9">
              <w:rPr>
                <w:lang w:eastAsia="de-DE"/>
              </w:rPr>
              <w:t xml:space="preserve"> wohl draußen gewesen sein. Ich dachte, es wäre hier.“</w:t>
            </w:r>
          </w:p>
          <w:p w:rsidR="00813D3E" w:rsidRPr="004D0DA9" w:rsidRDefault="00813D3E" w:rsidP="00447819">
            <w:pPr>
              <w:rPr>
                <w:lang w:eastAsia="de-DE"/>
              </w:rPr>
            </w:pPr>
            <w:r w:rsidRPr="004D0DA9">
              <w:rPr>
                <w:lang w:eastAsia="de-DE"/>
              </w:rPr>
              <w:t xml:space="preserve">Sie hob die Hand zum </w:t>
            </w:r>
            <w:r w:rsidR="000F689C" w:rsidRPr="004D0DA9">
              <w:rPr>
                <w:lang w:eastAsia="de-DE"/>
              </w:rPr>
              <w:t>L</w:t>
            </w:r>
            <w:r w:rsidRPr="004D0DA9">
              <w:rPr>
                <w:lang w:eastAsia="de-DE"/>
              </w:rPr>
              <w:t xml:space="preserve">ichtschalter. Ich </w:t>
            </w:r>
            <w:proofErr w:type="spellStart"/>
            <w:r w:rsidRPr="004D0DA9">
              <w:rPr>
                <w:lang w:eastAsia="de-DE"/>
              </w:rPr>
              <w:t>muß</w:t>
            </w:r>
            <w:proofErr w:type="spellEnd"/>
            <w:r w:rsidRPr="004D0DA9">
              <w:rPr>
                <w:lang w:eastAsia="de-DE"/>
              </w:rPr>
              <w:t xml:space="preserve"> das Licht jetzt ausmachen, sonst </w:t>
            </w:r>
            <w:proofErr w:type="spellStart"/>
            <w:r w:rsidRPr="004D0DA9">
              <w:rPr>
                <w:lang w:eastAsia="de-DE"/>
              </w:rPr>
              <w:t>muß</w:t>
            </w:r>
            <w:proofErr w:type="spellEnd"/>
            <w:r w:rsidRPr="004D0DA9">
              <w:rPr>
                <w:lang w:eastAsia="de-DE"/>
              </w:rPr>
              <w:t xml:space="preserve"> ich nach dem Teller sehn, dachte sie. Ich darf doch nicht nach dem Teller sehen. „Komm man“, sagte sie und machte das Licht aus, „das war wohl draußen. Die Dachrinne schlägt immer bei Wind gegen die Wand. Es war sicher die Dachrinne. Bei Wind klappert sie immer.“</w:t>
            </w:r>
          </w:p>
          <w:p w:rsidR="00761BE4" w:rsidRPr="004D0DA9" w:rsidRDefault="00761BE4" w:rsidP="00447819">
            <w:pPr>
              <w:rPr>
                <w:lang w:eastAsia="de-DE"/>
              </w:rPr>
            </w:pPr>
            <w:r w:rsidRPr="004D0DA9">
              <w:rPr>
                <w:lang w:eastAsia="de-DE"/>
              </w:rPr>
              <w:t>Sie</w:t>
            </w:r>
            <w:r w:rsidR="00813D3E" w:rsidRPr="004D0DA9">
              <w:rPr>
                <w:lang w:eastAsia="de-DE"/>
              </w:rPr>
              <w:t xml:space="preserve"> tappten </w:t>
            </w:r>
            <w:r w:rsidRPr="004D0DA9">
              <w:rPr>
                <w:lang w:eastAsia="de-DE"/>
              </w:rPr>
              <w:t>sich beide über den dunklen Korridor zum Schlafzimmer. Ihre nackten Füße platschten auf den Fußboden.</w:t>
            </w:r>
            <w:r w:rsidR="005639EC" w:rsidRPr="004D0DA9">
              <w:rPr>
                <w:lang w:eastAsia="de-DE"/>
              </w:rPr>
              <w:t xml:space="preserve"> </w:t>
            </w:r>
          </w:p>
          <w:p w:rsidR="005639EC" w:rsidRPr="004D0DA9" w:rsidRDefault="006D7BD6" w:rsidP="00447819">
            <w:pPr>
              <w:rPr>
                <w:lang w:eastAsia="de-DE"/>
              </w:rPr>
            </w:pPr>
            <w:r w:rsidRPr="004D0DA9">
              <w:rPr>
                <w:lang w:eastAsia="de-DE"/>
              </w:rPr>
              <w:t>„Wind ist j</w:t>
            </w:r>
            <w:r w:rsidR="005639EC" w:rsidRPr="004D0DA9">
              <w:rPr>
                <w:lang w:eastAsia="de-DE"/>
              </w:rPr>
              <w:t>a“, meinte er. „Wind war schon die ganze Nacht.“ Als sie im Bett lagen, sagte sie: „Ja. Wind war schon die ganze Nacht. Es war wohl die Dachrinne.“</w:t>
            </w:r>
          </w:p>
          <w:p w:rsidR="000F689C" w:rsidRPr="004D0DA9" w:rsidRDefault="005639EC" w:rsidP="00447819">
            <w:pPr>
              <w:rPr>
                <w:lang w:eastAsia="de-DE"/>
              </w:rPr>
            </w:pPr>
            <w:r w:rsidRPr="004D0DA9">
              <w:rPr>
                <w:lang w:eastAsia="de-DE"/>
              </w:rPr>
              <w:t>„Ja, ich dachte, es wäre in der Küche. Es wa</w:t>
            </w:r>
            <w:r w:rsidR="006D7BD6" w:rsidRPr="004D0DA9">
              <w:rPr>
                <w:lang w:eastAsia="de-DE"/>
              </w:rPr>
              <w:t>r w</w:t>
            </w:r>
            <w:r w:rsidRPr="004D0DA9">
              <w:rPr>
                <w:lang w:eastAsia="de-DE"/>
              </w:rPr>
              <w:t xml:space="preserve">ohl die Dachrinne.“ Er sagte das, als ob er schon halb im Schlaf wäre. Aber sie merkte, wie </w:t>
            </w:r>
            <w:r w:rsidR="00DD001B" w:rsidRPr="004D0DA9">
              <w:rPr>
                <w:lang w:eastAsia="de-DE"/>
              </w:rPr>
              <w:t>unecht seine Stimme klang, wenn er log. „Es ist kalt“, sagte sie und gähnte leise, „ich krieche unter die Decke. Gute Nacht.“</w:t>
            </w:r>
          </w:p>
          <w:p w:rsidR="000F689C" w:rsidRPr="004D0DA9" w:rsidRDefault="000F689C" w:rsidP="00447819">
            <w:pPr>
              <w:rPr>
                <w:lang w:eastAsia="de-DE"/>
              </w:rPr>
            </w:pPr>
            <w:r w:rsidRPr="004D0DA9">
              <w:rPr>
                <w:lang w:eastAsia="de-DE"/>
              </w:rPr>
              <w:t>„Nacht“, antwortete er und noch: „ja, kalt ist es schon ganz schön.“</w:t>
            </w:r>
          </w:p>
          <w:p w:rsidR="000F689C" w:rsidRPr="004D0DA9" w:rsidRDefault="000F689C" w:rsidP="00447819">
            <w:pPr>
              <w:rPr>
                <w:lang w:eastAsia="de-DE"/>
              </w:rPr>
            </w:pPr>
            <w:r w:rsidRPr="004D0DA9">
              <w:rPr>
                <w:lang w:eastAsia="de-DE"/>
              </w:rPr>
              <w:t xml:space="preserve">Dann war es still. Nach vielen Minuten hörte sie, </w:t>
            </w:r>
            <w:proofErr w:type="spellStart"/>
            <w:r w:rsidRPr="004D0DA9">
              <w:rPr>
                <w:lang w:eastAsia="de-DE"/>
              </w:rPr>
              <w:t>daß</w:t>
            </w:r>
            <w:proofErr w:type="spellEnd"/>
            <w:r w:rsidRPr="004D0DA9">
              <w:rPr>
                <w:lang w:eastAsia="de-DE"/>
              </w:rPr>
              <w:t xml:space="preserve"> er leise und vorsichtig kaute. Sie atmete a</w:t>
            </w:r>
            <w:r w:rsidRPr="004D0DA9">
              <w:rPr>
                <w:lang w:eastAsia="de-DE"/>
              </w:rPr>
              <w:t>b</w:t>
            </w:r>
            <w:r w:rsidRPr="004D0DA9">
              <w:rPr>
                <w:lang w:eastAsia="de-DE"/>
              </w:rPr>
              <w:t xml:space="preserve">sichtlich tief und gleichmäßig, damit er nicht merken sollte, </w:t>
            </w:r>
            <w:proofErr w:type="spellStart"/>
            <w:r w:rsidRPr="004D0DA9">
              <w:rPr>
                <w:lang w:eastAsia="de-DE"/>
              </w:rPr>
              <w:t>daß</w:t>
            </w:r>
            <w:proofErr w:type="spellEnd"/>
            <w:r w:rsidRPr="004D0DA9">
              <w:rPr>
                <w:lang w:eastAsia="de-DE"/>
              </w:rPr>
              <w:t xml:space="preserve"> sie noch wach war. Aber sein Kauen war so regelmäßig, </w:t>
            </w:r>
            <w:proofErr w:type="spellStart"/>
            <w:r w:rsidRPr="004D0DA9">
              <w:rPr>
                <w:lang w:eastAsia="de-DE"/>
              </w:rPr>
              <w:t>daß</w:t>
            </w:r>
            <w:proofErr w:type="spellEnd"/>
            <w:r w:rsidRPr="004D0DA9">
              <w:rPr>
                <w:lang w:eastAsia="de-DE"/>
              </w:rPr>
              <w:t xml:space="preserve"> sie davon langsam einschlief.</w:t>
            </w:r>
          </w:p>
          <w:p w:rsidR="005639EC" w:rsidRPr="004D0DA9" w:rsidRDefault="005639EC" w:rsidP="00447819">
            <w:pPr>
              <w:rPr>
                <w:lang w:eastAsia="de-DE"/>
              </w:rPr>
            </w:pPr>
            <w:r w:rsidRPr="004D0DA9">
              <w:rPr>
                <w:lang w:eastAsia="de-DE"/>
              </w:rPr>
              <w:t xml:space="preserve"> </w:t>
            </w:r>
            <w:r w:rsidR="000F689C" w:rsidRPr="004D0DA9">
              <w:rPr>
                <w:lang w:eastAsia="de-DE"/>
              </w:rPr>
              <w:t>Als er am nächsten Abend nach Hause kam, schob sie ihm vier Scheiben Brot hin. Sonst hatte er immer nur drei essen können.</w:t>
            </w:r>
          </w:p>
          <w:p w:rsidR="000F689C" w:rsidRPr="004D0DA9" w:rsidRDefault="000F689C" w:rsidP="00447819">
            <w:pPr>
              <w:rPr>
                <w:lang w:eastAsia="de-DE"/>
              </w:rPr>
            </w:pPr>
            <w:r w:rsidRPr="004D0DA9">
              <w:rPr>
                <w:lang w:eastAsia="de-DE"/>
              </w:rPr>
              <w:t xml:space="preserve">„Du kannst ruhig vier essen“, sagte sie und ging von der Lampe weg. Ich kann dieses Brot nicht so recht vertragen. </w:t>
            </w:r>
            <w:proofErr w:type="spellStart"/>
            <w:r w:rsidRPr="004D0DA9">
              <w:rPr>
                <w:lang w:eastAsia="de-DE"/>
              </w:rPr>
              <w:t>Iß</w:t>
            </w:r>
            <w:proofErr w:type="spellEnd"/>
            <w:r w:rsidRPr="004D0DA9">
              <w:rPr>
                <w:lang w:eastAsia="de-DE"/>
              </w:rPr>
              <w:t xml:space="preserve"> du man eine mehr. Ich vertrag es nicht so gut.“</w:t>
            </w:r>
          </w:p>
          <w:p w:rsidR="000F689C" w:rsidRPr="004D0DA9" w:rsidRDefault="000F689C" w:rsidP="00447819">
            <w:pPr>
              <w:rPr>
                <w:lang w:eastAsia="de-DE"/>
              </w:rPr>
            </w:pPr>
            <w:r w:rsidRPr="004D0DA9">
              <w:rPr>
                <w:lang w:eastAsia="de-DE"/>
              </w:rPr>
              <w:t>Sie sah, wie er sich tief über den Teller beugte. Er sah nicht auf. In diesem Augenblick tat er ihr leid.</w:t>
            </w:r>
          </w:p>
          <w:p w:rsidR="000F689C" w:rsidRPr="004D0DA9" w:rsidRDefault="000F689C" w:rsidP="00447819">
            <w:pPr>
              <w:rPr>
                <w:lang w:eastAsia="de-DE"/>
              </w:rPr>
            </w:pPr>
            <w:r w:rsidRPr="004D0DA9">
              <w:rPr>
                <w:lang w:eastAsia="de-DE"/>
              </w:rPr>
              <w:t>„Du kannst doch nicht nur zwei Scheiben essen“, sagte er auf seinen Teller.</w:t>
            </w:r>
          </w:p>
          <w:p w:rsidR="00D74012" w:rsidRPr="004D0DA9" w:rsidRDefault="000F689C" w:rsidP="00D74012">
            <w:pPr>
              <w:rPr>
                <w:lang w:eastAsia="de-DE"/>
              </w:rPr>
            </w:pPr>
            <w:r w:rsidRPr="004D0DA9">
              <w:rPr>
                <w:lang w:eastAsia="de-DE"/>
              </w:rPr>
              <w:t>„Doch. Abends</w:t>
            </w:r>
            <w:r w:rsidR="00D74012" w:rsidRPr="004D0DA9">
              <w:rPr>
                <w:lang w:eastAsia="de-DE"/>
              </w:rPr>
              <w:t xml:space="preserve"> vertrag ich das Brot nicht gut. </w:t>
            </w:r>
            <w:proofErr w:type="spellStart"/>
            <w:proofErr w:type="gramStart"/>
            <w:r w:rsidR="00D74012" w:rsidRPr="004D0DA9">
              <w:rPr>
                <w:lang w:eastAsia="de-DE"/>
              </w:rPr>
              <w:t>Iß</w:t>
            </w:r>
            <w:proofErr w:type="spellEnd"/>
            <w:proofErr w:type="gramEnd"/>
            <w:r w:rsidR="00D74012" w:rsidRPr="004D0DA9">
              <w:rPr>
                <w:lang w:eastAsia="de-DE"/>
              </w:rPr>
              <w:t xml:space="preserve"> man. </w:t>
            </w:r>
            <w:proofErr w:type="spellStart"/>
            <w:r w:rsidR="00D74012" w:rsidRPr="004D0DA9">
              <w:rPr>
                <w:lang w:eastAsia="de-DE"/>
              </w:rPr>
              <w:t>Iß</w:t>
            </w:r>
            <w:proofErr w:type="spellEnd"/>
            <w:r w:rsidR="00D74012" w:rsidRPr="004D0DA9">
              <w:rPr>
                <w:lang w:eastAsia="de-DE"/>
              </w:rPr>
              <w:t xml:space="preserve"> man.“ Erst nach einer Weile setzte sie sich unter die Lampe an den Tisch.</w:t>
            </w:r>
          </w:p>
          <w:p w:rsidR="00813D3E" w:rsidRPr="004D0DA9" w:rsidRDefault="00813D3E" w:rsidP="00D74012">
            <w:pPr>
              <w:rPr>
                <w:sz w:val="16"/>
                <w:szCs w:val="16"/>
                <w:lang w:eastAsia="de-DE"/>
              </w:rPr>
            </w:pPr>
            <w:r w:rsidRPr="004D0DA9">
              <w:rPr>
                <w:lang w:eastAsia="de-DE"/>
              </w:rPr>
              <w:t xml:space="preserve"> </w:t>
            </w:r>
            <w:r w:rsidR="00D74012" w:rsidRPr="004D0DA9">
              <w:rPr>
                <w:sz w:val="16"/>
                <w:szCs w:val="16"/>
                <w:lang w:eastAsia="de-DE"/>
              </w:rPr>
              <w:t>Aus: Wolfgang Borchert, Das Gesamtwerk. Hamburg: Rowohlt 1949</w:t>
            </w:r>
          </w:p>
        </w:tc>
      </w:tr>
    </w:tbl>
    <w:p w:rsidR="00CD6932" w:rsidRPr="004D0DA9" w:rsidRDefault="00CD6932" w:rsidP="004D0DA9">
      <w:pPr>
        <w:rPr>
          <w:sz w:val="18"/>
        </w:rPr>
      </w:pPr>
    </w:p>
    <w:sectPr w:rsidR="00CD6932" w:rsidRPr="004D0DA9" w:rsidSect="00DC7E46">
      <w:headerReference w:type="first" r:id="rId9"/>
      <w:footerReference w:type="first" r:id="rId10"/>
      <w:pgSz w:w="11906" w:h="16838" w:code="9"/>
      <w:pgMar w:top="1418" w:right="1134" w:bottom="1134" w:left="1134" w:header="70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63CD" w:rsidRDefault="004D63CD" w:rsidP="001E03DE">
      <w:r>
        <w:separator/>
      </w:r>
    </w:p>
  </w:endnote>
  <w:endnote w:type="continuationSeparator" w:id="0">
    <w:p w:rsidR="004D63CD" w:rsidRDefault="004D63CD"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Univers 47 CondensedLigh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C1176F" w:rsidTr="004D0DA9">
      <w:tc>
        <w:tcPr>
          <w:tcW w:w="817" w:type="dxa"/>
        </w:tcPr>
        <w:p w:rsidR="00C1176F" w:rsidRDefault="00C1176F" w:rsidP="003544E8">
          <w:pPr>
            <w:pStyle w:val="Fuzeile"/>
          </w:pPr>
        </w:p>
      </w:tc>
      <w:tc>
        <w:tcPr>
          <w:tcW w:w="8371" w:type="dxa"/>
        </w:tcPr>
        <w:p w:rsidR="00C1176F" w:rsidRDefault="00C1176F" w:rsidP="003544E8">
          <w:pPr>
            <w:pStyle w:val="Fuzeile"/>
          </w:pPr>
        </w:p>
      </w:tc>
      <w:tc>
        <w:tcPr>
          <w:tcW w:w="666" w:type="dxa"/>
        </w:tcPr>
        <w:p w:rsidR="00C1176F" w:rsidRDefault="00C1176F" w:rsidP="003544E8">
          <w:pPr>
            <w:pStyle w:val="Fuzeile"/>
          </w:pPr>
        </w:p>
      </w:tc>
    </w:tr>
    <w:tr w:rsidR="00C1176F" w:rsidTr="004D0DA9">
      <w:tc>
        <w:tcPr>
          <w:tcW w:w="817" w:type="dxa"/>
        </w:tcPr>
        <w:p w:rsidR="00C1176F" w:rsidRDefault="00C1176F" w:rsidP="003544E8">
          <w:pPr>
            <w:pStyle w:val="Fuzeile"/>
          </w:pPr>
          <w:r>
            <w:t>Fach:</w:t>
          </w:r>
        </w:p>
      </w:tc>
      <w:tc>
        <w:tcPr>
          <w:tcW w:w="8371" w:type="dxa"/>
        </w:tcPr>
        <w:p w:rsidR="00C1176F" w:rsidRDefault="005E7D39" w:rsidP="003544E8">
          <w:pPr>
            <w:pStyle w:val="Fuzeile"/>
          </w:pPr>
          <w:r>
            <w:t>Deutsch</w:t>
          </w:r>
        </w:p>
      </w:tc>
      <w:tc>
        <w:tcPr>
          <w:tcW w:w="666" w:type="dxa"/>
        </w:tcPr>
        <w:p w:rsidR="00C1176F" w:rsidRDefault="00C1176F" w:rsidP="003544E8">
          <w:pPr>
            <w:pStyle w:val="Fuzeile"/>
          </w:pPr>
        </w:p>
      </w:tc>
    </w:tr>
    <w:tr w:rsidR="00C1176F" w:rsidTr="004D0DA9">
      <w:tc>
        <w:tcPr>
          <w:tcW w:w="817" w:type="dxa"/>
        </w:tcPr>
        <w:p w:rsidR="00C1176F" w:rsidRPr="008A6B36" w:rsidRDefault="00C1176F" w:rsidP="003544E8">
          <w:pPr>
            <w:pStyle w:val="Fuzeile"/>
            <w:rPr>
              <w:sz w:val="20"/>
            </w:rPr>
          </w:pPr>
          <w:r>
            <w:t>Thema:</w:t>
          </w:r>
        </w:p>
      </w:tc>
      <w:tc>
        <w:tcPr>
          <w:tcW w:w="8371" w:type="dxa"/>
        </w:tcPr>
        <w:p w:rsidR="00C1176F" w:rsidRDefault="005E7D39" w:rsidP="003544E8">
          <w:pPr>
            <w:pStyle w:val="Fuzeile"/>
          </w:pPr>
          <w:r>
            <w:t>Texte angemessen wiedergeben: Techniken und Fachbegriffe</w:t>
          </w:r>
        </w:p>
      </w:tc>
      <w:tc>
        <w:tcPr>
          <w:tcW w:w="666" w:type="dxa"/>
        </w:tcPr>
        <w:p w:rsidR="00C1176F" w:rsidRDefault="00C1176F" w:rsidP="003544E8">
          <w:pPr>
            <w:pStyle w:val="Fuzeile"/>
          </w:pPr>
          <w:r w:rsidRPr="00B127D0">
            <w:rPr>
              <w:sz w:val="20"/>
            </w:rPr>
            <w:fldChar w:fldCharType="begin"/>
          </w:r>
          <w:r w:rsidRPr="00B127D0">
            <w:rPr>
              <w:sz w:val="20"/>
            </w:rPr>
            <w:instrText>PAGE   \* MERGEFORMAT</w:instrText>
          </w:r>
          <w:r w:rsidRPr="00B127D0">
            <w:rPr>
              <w:sz w:val="20"/>
            </w:rPr>
            <w:fldChar w:fldCharType="separate"/>
          </w:r>
          <w:r w:rsidR="005E7D39">
            <w:rPr>
              <w:noProof/>
              <w:sz w:val="20"/>
            </w:rPr>
            <w:t>1</w:t>
          </w:r>
          <w:r w:rsidRPr="00B127D0">
            <w:rPr>
              <w:sz w:val="20"/>
            </w:rPr>
            <w:fldChar w:fldCharType="end"/>
          </w:r>
        </w:p>
      </w:tc>
    </w:tr>
  </w:tbl>
  <w:p w:rsidR="00C1176F" w:rsidRPr="00C1176F" w:rsidRDefault="00C1176F" w:rsidP="00C1176F">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63CD" w:rsidRDefault="004D63CD" w:rsidP="001E03DE">
      <w:r>
        <w:separator/>
      </w:r>
    </w:p>
  </w:footnote>
  <w:footnote w:type="continuationSeparator" w:id="0">
    <w:p w:rsidR="004D63CD" w:rsidRDefault="004D63CD"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1AC" w:rsidRPr="00F131AC" w:rsidRDefault="00F131AC" w:rsidP="00F131AC">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67456" behindDoc="0" locked="0" layoutInCell="1" allowOverlap="1" wp14:anchorId="26D403C9" wp14:editId="2EA20A51">
              <wp:simplePos x="0" y="0"/>
              <wp:positionH relativeFrom="page">
                <wp:posOffset>619760</wp:posOffset>
              </wp:positionH>
              <wp:positionV relativeFrom="page">
                <wp:posOffset>298450</wp:posOffset>
              </wp:positionV>
              <wp:extent cx="6219893" cy="435600"/>
              <wp:effectExtent l="0" t="0" r="9525" b="3175"/>
              <wp:wrapNone/>
              <wp:docPr id="21" name="Gruppieren 21"/>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22"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F131AC" w:rsidRPr="00E20335" w:rsidRDefault="00F131AC" w:rsidP="00F131A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23" name="Grafik 2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24" name="Gerade Verbindung 2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group w14:anchorId="26D403C9" id="Gruppieren 21" o:spid="_x0000_s1038" style="position:absolute;margin-left:48.8pt;margin-top:23.5pt;width:489.75pt;height:34.3pt;z-index:251667456;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">
              <v:shapetype id="_x0000_t202" coordsize="21600,21600" o:spt="202" path="m,l,21600r21600,l21600,xe">
                <v:stroke joinstyle="miter"/>
                <v:path gradientshapeok="t" o:connecttype="rect"/>
              </v:shapetype>
              <v:shape id="Textfeld 2" o:spid="_x0000_s1039" type="#_x0000_t202" style="position:absolute;left:-1963;top:679;width:44647;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" stroked="f">
                <v:textbox>
                  <w:txbxContent>
                    <w:p w:rsidR="00F131AC" w:rsidRPr="00E20335" w:rsidRDefault="00F131AC" w:rsidP="00F131A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1040" type="#_x0000_t75" style="position:absolute;left:55190;width:5050;height:43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">
                <v:imagedata r:id="rId2" o:title=""/>
              </v:shape>
              <v:line id="Gerade Verbindung 24" o:spid="_x0000_s1041" style="position:absolute;flip:x;visibility:visible;mso-wrap-style:square" from="-1012,3402" to="54761,3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" strokecolor="#a6a6a6" strokeweight=".5pt"/>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D60B0"/>
    <w:multiLevelType w:val="hybridMultilevel"/>
    <w:tmpl w:val="049E6962"/>
    <w:lvl w:ilvl="0" w:tplc="7550DD4E">
      <w:start w:val="1"/>
      <w:numFmt w:val="bullet"/>
      <w:pStyle w:val="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5AB1AE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587391A"/>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
    <w:nsid w:val="472B0004"/>
    <w:multiLevelType w:val="multilevel"/>
    <w:tmpl w:val="A7BEB3BC"/>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4E1968D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7">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783014E0"/>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4"/>
    <w:lvlOverride w:ilvl="2">
      <w:lvl w:ilvl="2">
        <w:start w:val="1"/>
        <w:numFmt w:val="decimal"/>
        <w:pStyle w:val="berschrift3"/>
        <w:lvlText w:val="%1.%2.%3"/>
        <w:lvlJc w:val="left"/>
        <w:pPr>
          <w:ind w:left="1080" w:hanging="360"/>
        </w:pPr>
        <w:rPr>
          <w:rFonts w:hint="default"/>
        </w:rPr>
      </w:lvl>
    </w:lvlOverride>
  </w:num>
  <w:num w:numId="2">
    <w:abstractNumId w:val="4"/>
    <w:lvlOverride w:ilvl="2">
      <w:lvl w:ilvl="2">
        <w:start w:val="1"/>
        <w:numFmt w:val="decimal"/>
        <w:pStyle w:val="berschrift3"/>
        <w:lvlText w:val="%1.%2.%3"/>
        <w:lvlJc w:val="left"/>
        <w:pPr>
          <w:ind w:left="1080" w:hanging="360"/>
        </w:pPr>
        <w:rPr>
          <w:rFonts w:hint="default"/>
        </w:rPr>
      </w:lvl>
    </w:lvlOverride>
  </w:num>
  <w:num w:numId="3">
    <w:abstractNumId w:val="4"/>
    <w:lvlOverride w:ilvl="2">
      <w:lvl w:ilvl="2">
        <w:start w:val="1"/>
        <w:numFmt w:val="decimal"/>
        <w:pStyle w:val="berschrift3"/>
        <w:lvlText w:val="%1.%2.%3"/>
        <w:lvlJc w:val="left"/>
        <w:pPr>
          <w:ind w:left="1080" w:hanging="360"/>
        </w:pPr>
        <w:rPr>
          <w:rFonts w:hint="default"/>
        </w:rPr>
      </w:lvl>
    </w:lvlOverride>
  </w:num>
  <w:num w:numId="4">
    <w:abstractNumId w:val="4"/>
    <w:lvlOverride w:ilvl="2">
      <w:lvl w:ilvl="2">
        <w:start w:val="1"/>
        <w:numFmt w:val="decimal"/>
        <w:pStyle w:val="berschrift3"/>
        <w:lvlText w:val="%1.%2.%3"/>
        <w:lvlJc w:val="left"/>
        <w:pPr>
          <w:ind w:left="1080" w:hanging="360"/>
        </w:pPr>
        <w:rPr>
          <w:rFonts w:hint="default"/>
        </w:rPr>
      </w:lvl>
    </w:lvlOverride>
  </w:num>
  <w:num w:numId="5">
    <w:abstractNumId w:val="2"/>
  </w:num>
  <w:num w:numId="6">
    <w:abstractNumId w:val="2"/>
  </w:num>
  <w:num w:numId="7">
    <w:abstractNumId w:val="0"/>
  </w:num>
  <w:num w:numId="8">
    <w:abstractNumId w:val="2"/>
  </w:num>
  <w:num w:numId="9">
    <w:abstractNumId w:val="2"/>
  </w:num>
  <w:num w:numId="10">
    <w:abstractNumId w:val="0"/>
  </w:num>
  <w:num w:numId="11">
    <w:abstractNumId w:val="7"/>
  </w:num>
  <w:num w:numId="12">
    <w:abstractNumId w:val="6"/>
  </w:num>
  <w:num w:numId="13">
    <w:abstractNumId w:val="4"/>
    <w:lvlOverride w:ilvl="2">
      <w:lvl w:ilvl="2">
        <w:start w:val="1"/>
        <w:numFmt w:val="decimal"/>
        <w:pStyle w:val="berschrift3"/>
        <w:lvlText w:val="%1.%2.%3"/>
        <w:lvlJc w:val="left"/>
        <w:pPr>
          <w:ind w:left="1080" w:hanging="360"/>
        </w:pPr>
        <w:rPr>
          <w:rFonts w:hint="default"/>
        </w:rPr>
      </w:lvl>
    </w:lvlOverride>
  </w:num>
  <w:num w:numId="14">
    <w:abstractNumId w:val="4"/>
    <w:lvlOverride w:ilvl="2">
      <w:lvl w:ilvl="2">
        <w:start w:val="1"/>
        <w:numFmt w:val="decimal"/>
        <w:pStyle w:val="berschrift3"/>
        <w:lvlText w:val="%1.%2.%3"/>
        <w:lvlJc w:val="left"/>
        <w:pPr>
          <w:ind w:left="1080" w:hanging="360"/>
        </w:pPr>
        <w:rPr>
          <w:rFonts w:hint="default"/>
        </w:rPr>
      </w:lvl>
    </w:lvlOverride>
  </w:num>
  <w:num w:numId="15">
    <w:abstractNumId w:val="4"/>
    <w:lvlOverride w:ilvl="2">
      <w:lvl w:ilvl="2">
        <w:start w:val="1"/>
        <w:numFmt w:val="decimal"/>
        <w:pStyle w:val="berschrift3"/>
        <w:lvlText w:val="%1.%2.%3"/>
        <w:lvlJc w:val="left"/>
        <w:pPr>
          <w:ind w:left="1080" w:hanging="360"/>
        </w:pPr>
        <w:rPr>
          <w:rFonts w:hint="default"/>
        </w:rPr>
      </w:lvl>
    </w:lvlOverride>
  </w:num>
  <w:num w:numId="16">
    <w:abstractNumId w:val="4"/>
    <w:lvlOverride w:ilvl="2">
      <w:lvl w:ilvl="2">
        <w:start w:val="1"/>
        <w:numFmt w:val="decimal"/>
        <w:pStyle w:val="berschrift3"/>
        <w:lvlText w:val="%1.%2.%3"/>
        <w:lvlJc w:val="left"/>
        <w:pPr>
          <w:ind w:left="1080" w:hanging="360"/>
        </w:pPr>
        <w:rPr>
          <w:rFonts w:hint="default"/>
        </w:rPr>
      </w:lvl>
    </w:lvlOverride>
  </w:num>
  <w:num w:numId="17">
    <w:abstractNumId w:val="8"/>
  </w:num>
  <w:num w:numId="18">
    <w:abstractNumId w:val="8"/>
  </w:num>
  <w:num w:numId="19">
    <w:abstractNumId w:val="8"/>
  </w:num>
  <w:num w:numId="20">
    <w:abstractNumId w:val="5"/>
  </w:num>
  <w:num w:numId="21">
    <w:abstractNumId w:val="1"/>
  </w:num>
  <w:num w:numId="22">
    <w:abstractNumId w:val="9"/>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autoHyphenation/>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819"/>
    <w:rsid w:val="000F689C"/>
    <w:rsid w:val="001A2103"/>
    <w:rsid w:val="001E03DE"/>
    <w:rsid w:val="0020219D"/>
    <w:rsid w:val="002223B8"/>
    <w:rsid w:val="00296589"/>
    <w:rsid w:val="00445B6B"/>
    <w:rsid w:val="0044650F"/>
    <w:rsid w:val="00447819"/>
    <w:rsid w:val="004D0DA9"/>
    <w:rsid w:val="004D63CD"/>
    <w:rsid w:val="005639EC"/>
    <w:rsid w:val="005E7D39"/>
    <w:rsid w:val="006D7BD6"/>
    <w:rsid w:val="00761BE4"/>
    <w:rsid w:val="00770847"/>
    <w:rsid w:val="00813D3E"/>
    <w:rsid w:val="008A6B36"/>
    <w:rsid w:val="008A7911"/>
    <w:rsid w:val="00932DB6"/>
    <w:rsid w:val="009533B3"/>
    <w:rsid w:val="009935DA"/>
    <w:rsid w:val="009C05F9"/>
    <w:rsid w:val="00A664D8"/>
    <w:rsid w:val="00A8786E"/>
    <w:rsid w:val="00B127D0"/>
    <w:rsid w:val="00BA180E"/>
    <w:rsid w:val="00BD4ABE"/>
    <w:rsid w:val="00C1176F"/>
    <w:rsid w:val="00C22DA6"/>
    <w:rsid w:val="00C230AE"/>
    <w:rsid w:val="00C329C9"/>
    <w:rsid w:val="00C93ED9"/>
    <w:rsid w:val="00CD6932"/>
    <w:rsid w:val="00D12A15"/>
    <w:rsid w:val="00D74012"/>
    <w:rsid w:val="00DA114A"/>
    <w:rsid w:val="00DC7E46"/>
    <w:rsid w:val="00DD001B"/>
    <w:rsid w:val="00E15C59"/>
    <w:rsid w:val="00E82045"/>
    <w:rsid w:val="00F131AC"/>
    <w:rsid w:val="00F44A67"/>
    <w:rsid w:val="00FF06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Sprechblasentext">
    <w:name w:val="Balloon Text"/>
    <w:basedOn w:val="Standard"/>
    <w:link w:val="SprechblasentextZchn"/>
    <w:uiPriority w:val="99"/>
    <w:semiHidden/>
    <w:unhideWhenUsed/>
    <w:rsid w:val="00C230A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230A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styleId="Sprechblasentext">
    <w:name w:val="Balloon Text"/>
    <w:basedOn w:val="Standard"/>
    <w:link w:val="SprechblasentextZchn"/>
    <w:uiPriority w:val="99"/>
    <w:semiHidden/>
    <w:unhideWhenUsed/>
    <w:rsid w:val="00C230A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230A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M:\Theodor-Heuss-%20Schule\LS%20Handreichungskommission\Unterrichtseinheit-Planung%2020.04.17\12.Std.%20Zeitgestaltung\Text%20Borchert-%20Das%20Brot.docx.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8B63E8-BBD3-4B37-ACBC-C519A5DA0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Text Borchert- Das Brot.docx.dotx</Template>
  <TotalTime>0</TotalTime>
  <Pages>1</Pages>
  <Words>569</Words>
  <Characters>3588</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4149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Ralf Lux</dc:creator>
  <cp:lastModifiedBy>Barbian, Markus (LS)</cp:lastModifiedBy>
  <cp:revision>6</cp:revision>
  <cp:lastPrinted>2017-09-25T14:06:00Z</cp:lastPrinted>
  <dcterms:created xsi:type="dcterms:W3CDTF">2017-11-13T21:18:00Z</dcterms:created>
  <dcterms:modified xsi:type="dcterms:W3CDTF">2018-06-28T06:22:00Z</dcterms:modified>
</cp:coreProperties>
</file>